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ADDF77C"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bookmarkEnd w:id="0"/>
      <w:bookmarkEnd w:id="1"/>
      <w:bookmarkEnd w:id="2"/>
      <w:bookmarkEnd w:id="3"/>
      <w:r w:rsidR="00020EC2">
        <w:rPr>
          <w:lang w:val="en-GB"/>
        </w:rPr>
        <w:t xml:space="preserve"> 46-G0</w:t>
      </w:r>
      <w:r w:rsidR="00BE62EC">
        <w:rPr>
          <w:lang w:val="en-GB"/>
        </w:rPr>
        <w:t>01-26</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24E6594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7B077F">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281777B4"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75802FE" w14:textId="76779280" w:rsidR="00ED015F" w:rsidRDefault="00ED015F" w:rsidP="00166C12">
      <w:pPr>
        <w:rPr>
          <w:lang w:val="en-GB"/>
        </w:rPr>
      </w:pPr>
    </w:p>
    <w:p w14:paraId="643C3C99" w14:textId="50AD620F" w:rsidR="00ED015F" w:rsidRDefault="00ED015F" w:rsidP="00166C12">
      <w:pPr>
        <w:rPr>
          <w:lang w:val="en-GB"/>
        </w:rPr>
      </w:pPr>
      <w:r>
        <w:rPr>
          <w:lang w:val="en-GB"/>
        </w:rPr>
        <w:t>To: Secretary, Ministry of Finance and Economic Development</w:t>
      </w:r>
    </w:p>
    <w:p w14:paraId="2697BED4" w14:textId="76F6BE8A" w:rsidR="00ED015F" w:rsidRDefault="00ED015F" w:rsidP="00166C12">
      <w:pPr>
        <w:rPr>
          <w:lang w:val="en-GB"/>
        </w:rPr>
      </w:pPr>
      <w:r>
        <w:rPr>
          <w:lang w:val="en-GB"/>
        </w:rPr>
        <w:t xml:space="preserve">       Bairiki, Tarawa</w:t>
      </w:r>
    </w:p>
    <w:p w14:paraId="72F8A7F8" w14:textId="4850CE67" w:rsidR="00ED015F" w:rsidRDefault="00ED015F" w:rsidP="00166C12">
      <w:pPr>
        <w:rPr>
          <w:lang w:val="en-GB"/>
        </w:rPr>
      </w:pPr>
    </w:p>
    <w:p w14:paraId="5F0B2241" w14:textId="05669C25" w:rsidR="00ED015F" w:rsidRDefault="00ED015F" w:rsidP="00166C12">
      <w:pPr>
        <w:rPr>
          <w:lang w:val="en-GB"/>
        </w:rPr>
      </w:pPr>
      <w:r>
        <w:rPr>
          <w:lang w:val="en-GB"/>
        </w:rPr>
        <w:t>Attention: Central Procurement Unit</w:t>
      </w:r>
    </w:p>
    <w:p w14:paraId="4C80E3B9" w14:textId="565D21CB" w:rsidR="00ED015F" w:rsidRPr="00B41F59" w:rsidRDefault="00ED015F" w:rsidP="00166C12">
      <w:pPr>
        <w:rPr>
          <w:lang w:val="en-GB"/>
        </w:rPr>
      </w:pPr>
      <w:r>
        <w:rPr>
          <w:lang w:val="en-GB"/>
        </w:rPr>
        <w:t>Tender No: 46-G0</w:t>
      </w:r>
      <w:r w:rsidR="00BE62EC">
        <w:rPr>
          <w:lang w:val="en-GB"/>
        </w:rPr>
        <w:t>01-26</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1CCCB14B"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73BA4A62" w14:textId="7370F662" w:rsidR="00ED015F" w:rsidRDefault="00ED015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license</w:t>
      </w:r>
    </w:p>
    <w:p w14:paraId="4FA8F6F3" w14:textId="2995671B" w:rsidR="00ED015F" w:rsidRDefault="00ED015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3A1311A" w14:textId="4166E181" w:rsidR="00ED015F" w:rsidRPr="00032400" w:rsidRDefault="00ED015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(certified by MTCIC)</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6CC52" w14:textId="77777777" w:rsidR="00313FA7" w:rsidRDefault="00313FA7">
      <w:r>
        <w:separator/>
      </w:r>
    </w:p>
  </w:endnote>
  <w:endnote w:type="continuationSeparator" w:id="0">
    <w:p w14:paraId="6498A181" w14:textId="77777777" w:rsidR="00313FA7" w:rsidRDefault="00313FA7">
      <w:r>
        <w:continuationSeparator/>
      </w:r>
    </w:p>
  </w:endnote>
  <w:endnote w:type="continuationNotice" w:id="1">
    <w:p w14:paraId="0787FCBF" w14:textId="77777777" w:rsidR="00313FA7" w:rsidRDefault="00313F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65ACB" w:rsidRPr="00265ACB">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65ACB" w:rsidRPr="00265ACB">
      <w:rPr>
        <w:noProof/>
        <w:color w:val="17365D" w:themeColor="text2" w:themeShade="BF"/>
        <w:lang w:val="sv-SE"/>
      </w:rPr>
      <w:t>7</w:t>
    </w:r>
    <w:r>
      <w:rPr>
        <w:color w:val="17365D" w:themeColor="text2" w:themeShade="BF"/>
      </w:rPr>
      <w:fldChar w:fldCharType="end"/>
    </w:r>
  </w:p>
  <w:p w14:paraId="213B5D63" w14:textId="432D1A0A" w:rsidR="00133D55" w:rsidRDefault="00133D55" w:rsidP="004878F3">
    <w:pPr>
      <w:pStyle w:val="Footer"/>
    </w:pPr>
    <w:r>
      <w:fldChar w:fldCharType="begin"/>
    </w:r>
    <w:r>
      <w:instrText xml:space="preserve"> DATE \@ "yyyy-MM-dd" </w:instrText>
    </w:r>
    <w:r>
      <w:fldChar w:fldCharType="separate"/>
    </w:r>
    <w:r w:rsidR="00BE62EC">
      <w:rPr>
        <w:noProof/>
      </w:rPr>
      <w:t>2026-01-22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2656F" w14:textId="77777777" w:rsidR="00313FA7" w:rsidRDefault="00313FA7">
      <w:r>
        <w:separator/>
      </w:r>
    </w:p>
  </w:footnote>
  <w:footnote w:type="continuationSeparator" w:id="0">
    <w:p w14:paraId="429DA162" w14:textId="77777777" w:rsidR="00313FA7" w:rsidRDefault="00313FA7">
      <w:r>
        <w:continuationSeparator/>
      </w:r>
    </w:p>
  </w:footnote>
  <w:footnote w:type="continuationNotice" w:id="1">
    <w:p w14:paraId="578DA94A" w14:textId="77777777" w:rsidR="00313FA7" w:rsidRDefault="00313FA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69F6473A"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3713484">
    <w:abstractNumId w:val="1"/>
  </w:num>
  <w:num w:numId="2" w16cid:durableId="90666332">
    <w:abstractNumId w:val="12"/>
  </w:num>
  <w:num w:numId="3" w16cid:durableId="84156280">
    <w:abstractNumId w:val="13"/>
  </w:num>
  <w:num w:numId="4" w16cid:durableId="1503935194">
    <w:abstractNumId w:val="7"/>
  </w:num>
  <w:num w:numId="5" w16cid:durableId="438182305">
    <w:abstractNumId w:val="6"/>
  </w:num>
  <w:num w:numId="6" w16cid:durableId="1539051660">
    <w:abstractNumId w:val="9"/>
  </w:num>
  <w:num w:numId="7" w16cid:durableId="1766882992">
    <w:abstractNumId w:val="8"/>
  </w:num>
  <w:num w:numId="8" w16cid:durableId="1265844799">
    <w:abstractNumId w:val="11"/>
  </w:num>
  <w:num w:numId="9" w16cid:durableId="1239947906">
    <w:abstractNumId w:val="0"/>
  </w:num>
  <w:num w:numId="10" w16cid:durableId="1653211919">
    <w:abstractNumId w:val="10"/>
  </w:num>
  <w:num w:numId="11" w16cid:durableId="2110658966">
    <w:abstractNumId w:val="4"/>
  </w:num>
  <w:num w:numId="12" w16cid:durableId="1172139619">
    <w:abstractNumId w:val="3"/>
  </w:num>
  <w:num w:numId="13" w16cid:durableId="1616712770">
    <w:abstractNumId w:val="5"/>
  </w:num>
  <w:num w:numId="14" w16cid:durableId="56206313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0EC2"/>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44C8"/>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ACB"/>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3FA7"/>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0CB"/>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8F"/>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99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59C8"/>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1BA2"/>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4897"/>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479"/>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77F"/>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32F0"/>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B9F"/>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2EC"/>
    <w:rsid w:val="00BE676F"/>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72AB"/>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0C0"/>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015F"/>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D65B4D3-8CDD-442D-92E2-BE09C33716D8}">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7</Pages>
  <Words>1793</Words>
  <Characters>10221</Characters>
  <Application>Microsoft Office Word</Application>
  <DocSecurity>0</DocSecurity>
  <Lines>85</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11991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7</cp:revision>
  <cp:lastPrinted>2013-10-18T08:32:00Z</cp:lastPrinted>
  <dcterms:created xsi:type="dcterms:W3CDTF">2023-01-23T19:34:00Z</dcterms:created>
  <dcterms:modified xsi:type="dcterms:W3CDTF">2026-01-21T23:21:00Z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